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3158" w:type="dxa"/>
        <w:tblLook w:val="04A0" w:firstRow="1" w:lastRow="0" w:firstColumn="1" w:lastColumn="0" w:noHBand="0" w:noVBand="1"/>
      </w:tblPr>
      <w:tblGrid>
        <w:gridCol w:w="3289"/>
        <w:gridCol w:w="3289"/>
        <w:gridCol w:w="3290"/>
        <w:gridCol w:w="3290"/>
      </w:tblGrid>
      <w:tr w:rsidR="00291D6D" w:rsidTr="00FE284D">
        <w:trPr>
          <w:trHeight w:val="4261"/>
        </w:trPr>
        <w:tc>
          <w:tcPr>
            <w:tcW w:w="3289" w:type="dxa"/>
          </w:tcPr>
          <w:p w:rsidR="00291D6D" w:rsidRPr="00291D6D" w:rsidRDefault="00291D6D" w:rsidP="00291D6D">
            <w:pPr>
              <w:jc w:val="center"/>
              <w:rPr>
                <w:noProof/>
                <w:color w:val="00B050"/>
              </w:rPr>
            </w:pPr>
            <w:r>
              <w:rPr>
                <w:noProof/>
                <w:color w:val="00B050"/>
              </w:rPr>
              <w:t>You</w:t>
            </w:r>
            <w:r w:rsidRPr="00291D6D">
              <w:rPr>
                <w:noProof/>
                <w:color w:val="00B050"/>
              </w:rPr>
              <w:t>Tube video on Sociology</w:t>
            </w:r>
          </w:p>
          <w:p w:rsidR="00291D6D" w:rsidRDefault="00FE284D">
            <w:r>
              <w:rPr>
                <w:noProof/>
              </w:rPr>
              <w:drawing>
                <wp:inline distT="0" distB="0" distL="0" distR="0" wp14:anchorId="35C58EBE" wp14:editId="2054CC31">
                  <wp:extent cx="1790700" cy="170497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700" cy="1704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284D" w:rsidRPr="00291D6D" w:rsidRDefault="00291D6D" w:rsidP="00291D6D">
            <w:r>
              <w:t>Watch short video and write summary.</w:t>
            </w:r>
          </w:p>
        </w:tc>
        <w:tc>
          <w:tcPr>
            <w:tcW w:w="3289" w:type="dxa"/>
          </w:tcPr>
          <w:p w:rsidR="00291D6D" w:rsidRPr="00291D6D" w:rsidRDefault="00291D6D" w:rsidP="00291D6D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Quizlet flashcards</w:t>
            </w:r>
          </w:p>
          <w:p w:rsidR="00291D6D" w:rsidRDefault="00291D6D">
            <w:r>
              <w:rPr>
                <w:noProof/>
              </w:rPr>
              <w:drawing>
                <wp:inline distT="0" distB="0" distL="0" distR="0" wp14:anchorId="40735905" wp14:editId="1C60683C">
                  <wp:extent cx="1905000" cy="19050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91D6D" w:rsidRPr="00291D6D" w:rsidRDefault="00291D6D" w:rsidP="00291D6D">
            <w:r>
              <w:t xml:space="preserve">Print out flashcards to study. </w:t>
            </w:r>
          </w:p>
        </w:tc>
        <w:tc>
          <w:tcPr>
            <w:tcW w:w="3290" w:type="dxa"/>
          </w:tcPr>
          <w:p w:rsidR="00FE284D" w:rsidRPr="00291D6D" w:rsidRDefault="00291D6D" w:rsidP="00291D6D">
            <w:pPr>
              <w:jc w:val="center"/>
              <w:rPr>
                <w:color w:val="0070C0"/>
              </w:rPr>
            </w:pPr>
            <w:r w:rsidRPr="00291D6D">
              <w:rPr>
                <w:color w:val="0070C0"/>
              </w:rPr>
              <w:t>Quick Quiz</w:t>
            </w:r>
          </w:p>
          <w:p w:rsidR="00291D6D" w:rsidRDefault="00291D6D">
            <w:r>
              <w:rPr>
                <w:noProof/>
              </w:rPr>
              <w:drawing>
                <wp:inline distT="0" distB="0" distL="0" distR="0" wp14:anchorId="014A93A9" wp14:editId="5AA684D1">
                  <wp:extent cx="1905000" cy="19050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91D6D" w:rsidRPr="00291D6D" w:rsidRDefault="00291D6D" w:rsidP="00291D6D">
            <w:r>
              <w:t>Complete this quick online quiz. Record your results.</w:t>
            </w:r>
          </w:p>
        </w:tc>
        <w:tc>
          <w:tcPr>
            <w:tcW w:w="3290" w:type="dxa"/>
          </w:tcPr>
          <w:p w:rsidR="00291D6D" w:rsidRPr="00291D6D" w:rsidRDefault="00291D6D" w:rsidP="00291D6D">
            <w:pPr>
              <w:jc w:val="center"/>
              <w:rPr>
                <w:color w:val="7030A0"/>
              </w:rPr>
            </w:pPr>
            <w:r w:rsidRPr="00291D6D">
              <w:rPr>
                <w:color w:val="7030A0"/>
              </w:rPr>
              <w:t>YouTube video on sociological theories</w:t>
            </w:r>
          </w:p>
          <w:p w:rsidR="00291D6D" w:rsidRDefault="00291D6D">
            <w:r>
              <w:rPr>
                <w:noProof/>
              </w:rPr>
              <w:drawing>
                <wp:inline distT="0" distB="0" distL="0" distR="0" wp14:anchorId="0AE68F8A" wp14:editId="6579D15B">
                  <wp:extent cx="1905000" cy="19050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91D6D" w:rsidRPr="00291D6D" w:rsidRDefault="00291D6D" w:rsidP="00291D6D">
            <w:r>
              <w:t>Watch this video and write a summary.</w:t>
            </w:r>
          </w:p>
        </w:tc>
      </w:tr>
      <w:tr w:rsidR="00291D6D" w:rsidTr="00FE284D">
        <w:trPr>
          <w:trHeight w:val="4024"/>
        </w:trPr>
        <w:tc>
          <w:tcPr>
            <w:tcW w:w="3289" w:type="dxa"/>
          </w:tcPr>
          <w:p w:rsidR="00FE284D" w:rsidRPr="00291D6D" w:rsidRDefault="00291D6D" w:rsidP="00291D6D">
            <w:pPr>
              <w:jc w:val="center"/>
              <w:rPr>
                <w:color w:val="ED7D31" w:themeColor="accent2"/>
              </w:rPr>
            </w:pPr>
            <w:r>
              <w:rPr>
                <w:color w:val="ED7D31" w:themeColor="accent2"/>
              </w:rPr>
              <w:t>Quizlet flashcards.</w:t>
            </w:r>
          </w:p>
          <w:p w:rsidR="00291D6D" w:rsidRDefault="00291D6D"/>
          <w:p w:rsidR="00291D6D" w:rsidRDefault="00291D6D">
            <w:r>
              <w:rPr>
                <w:noProof/>
              </w:rPr>
              <w:drawing>
                <wp:inline distT="0" distB="0" distL="0" distR="0" wp14:anchorId="0F3DDC1B" wp14:editId="32908C2F">
                  <wp:extent cx="1905000" cy="19050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91D6D" w:rsidRPr="00291D6D" w:rsidRDefault="00291D6D" w:rsidP="00291D6D">
            <w:r>
              <w:t xml:space="preserve">Print out flashcards to study. </w:t>
            </w:r>
          </w:p>
        </w:tc>
        <w:tc>
          <w:tcPr>
            <w:tcW w:w="3289" w:type="dxa"/>
          </w:tcPr>
          <w:p w:rsidR="00FE284D" w:rsidRPr="00936974" w:rsidRDefault="00936974" w:rsidP="00936974">
            <w:pPr>
              <w:jc w:val="center"/>
              <w:rPr>
                <w:color w:val="FFCC00"/>
              </w:rPr>
            </w:pPr>
            <w:r>
              <w:rPr>
                <w:color w:val="FFCC00"/>
              </w:rPr>
              <w:t>Quick Quiz</w:t>
            </w:r>
          </w:p>
          <w:p w:rsidR="00291D6D" w:rsidRDefault="00291D6D"/>
          <w:p w:rsidR="00936974" w:rsidRDefault="00936974">
            <w:r>
              <w:rPr>
                <w:noProof/>
              </w:rPr>
              <w:drawing>
                <wp:inline distT="0" distB="0" distL="0" distR="0" wp14:anchorId="2D34269F" wp14:editId="3CBDC750">
                  <wp:extent cx="1905000" cy="19050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91D6D" w:rsidRPr="00936974" w:rsidRDefault="00936974" w:rsidP="00936974">
            <w:r>
              <w:t xml:space="preserve">Complete this quick online quiz. Record your results. </w:t>
            </w:r>
          </w:p>
        </w:tc>
        <w:tc>
          <w:tcPr>
            <w:tcW w:w="3290" w:type="dxa"/>
          </w:tcPr>
          <w:p w:rsidR="00FE284D" w:rsidRPr="00936974" w:rsidRDefault="00936974" w:rsidP="00936974">
            <w:pPr>
              <w:jc w:val="center"/>
              <w:rPr>
                <w:color w:val="FF00FF"/>
              </w:rPr>
            </w:pPr>
            <w:r>
              <w:rPr>
                <w:color w:val="FF00FF"/>
              </w:rPr>
              <w:t>YouTube video on Sociology</w:t>
            </w:r>
          </w:p>
          <w:p w:rsidR="00936974" w:rsidRDefault="00936974"/>
          <w:p w:rsidR="00936974" w:rsidRDefault="00936974">
            <w:r>
              <w:rPr>
                <w:noProof/>
              </w:rPr>
              <w:drawing>
                <wp:inline distT="0" distB="0" distL="0" distR="0" wp14:anchorId="6F1A4483" wp14:editId="27357BB9">
                  <wp:extent cx="1905000" cy="19050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36974" w:rsidRPr="00936974" w:rsidRDefault="00936974" w:rsidP="00936974">
            <w:r>
              <w:t xml:space="preserve">Watch this video on Karl Marx and write a summary. </w:t>
            </w:r>
          </w:p>
        </w:tc>
        <w:tc>
          <w:tcPr>
            <w:tcW w:w="3290" w:type="dxa"/>
          </w:tcPr>
          <w:p w:rsidR="00FE284D" w:rsidRPr="00936974" w:rsidRDefault="00936974" w:rsidP="00936974">
            <w:pPr>
              <w:jc w:val="center"/>
              <w:rPr>
                <w:color w:val="00CC99"/>
              </w:rPr>
            </w:pPr>
            <w:r>
              <w:rPr>
                <w:color w:val="00CC99"/>
              </w:rPr>
              <w:t>YouTube video on Sociology</w:t>
            </w:r>
          </w:p>
          <w:p w:rsidR="00936974" w:rsidRDefault="00936974"/>
          <w:p w:rsidR="00936974" w:rsidRDefault="00936974">
            <w:r>
              <w:rPr>
                <w:noProof/>
              </w:rPr>
              <w:drawing>
                <wp:inline distT="0" distB="0" distL="0" distR="0" wp14:anchorId="388C6525" wp14:editId="14A76D49">
                  <wp:extent cx="1905000" cy="19050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36974" w:rsidRPr="00936974" w:rsidRDefault="00936974" w:rsidP="00936974">
            <w:r>
              <w:t xml:space="preserve">Watch this video on Emile Durkheim and write a summary. </w:t>
            </w:r>
            <w:bookmarkStart w:id="0" w:name="_GoBack"/>
            <w:bookmarkEnd w:id="0"/>
          </w:p>
        </w:tc>
      </w:tr>
    </w:tbl>
    <w:p w:rsidR="00FE6179" w:rsidRDefault="00936974"/>
    <w:sectPr w:rsidR="00FE6179" w:rsidSect="00FE284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4D"/>
    <w:rsid w:val="00291D6D"/>
    <w:rsid w:val="005473EC"/>
    <w:rsid w:val="00936974"/>
    <w:rsid w:val="00F22871"/>
    <w:rsid w:val="00FE2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C55AD9-B3E4-43A4-A8A0-D38F13A1C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E2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B3DA16AA</Template>
  <TotalTime>29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Webster</dc:creator>
  <cp:keywords/>
  <dc:description/>
  <cp:lastModifiedBy>Michelle Webster</cp:lastModifiedBy>
  <cp:revision>1</cp:revision>
  <dcterms:created xsi:type="dcterms:W3CDTF">2015-11-05T00:45:00Z</dcterms:created>
  <dcterms:modified xsi:type="dcterms:W3CDTF">2015-11-05T01:14:00Z</dcterms:modified>
</cp:coreProperties>
</file>